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6860"/>
        <w:gridCol w:w="2778"/>
      </w:tblGrid>
      <w:tr w:rsidR="006C2023">
        <w:tc>
          <w:tcPr>
            <w:tcW w:w="9638" w:type="dxa"/>
            <w:gridSpan w:val="2"/>
            <w:shd w:val="clear" w:color="auto" w:fill="B0002D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C2023" w:rsidRPr="008B3364" w:rsidRDefault="006C2023" w:rsidP="008B336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8B3364">
              <w:rPr>
                <w:color w:val="FFFFFF"/>
                <w:sz w:val="32"/>
                <w:szCs w:val="32"/>
              </w:rPr>
              <w:t xml:space="preserve">Fiche </w:t>
            </w:r>
            <w:r>
              <w:rPr>
                <w:color w:val="FFFFFF"/>
                <w:sz w:val="32"/>
                <w:szCs w:val="32"/>
              </w:rPr>
              <w:t>d’inscription</w:t>
            </w:r>
            <w:r w:rsidRPr="008B3364">
              <w:rPr>
                <w:color w:val="FFFFFF"/>
                <w:sz w:val="32"/>
                <w:szCs w:val="32"/>
              </w:rPr>
              <w:t xml:space="preserve"> formation</w:t>
            </w:r>
          </w:p>
        </w:tc>
      </w:tr>
      <w:tr w:rsidR="006C2023">
        <w:tc>
          <w:tcPr>
            <w:tcW w:w="6860" w:type="dxa"/>
            <w:tcMar>
              <w:left w:w="0" w:type="dxa"/>
              <w:right w:w="0" w:type="dxa"/>
            </w:tcMar>
          </w:tcPr>
          <w:p w:rsidR="006C2023" w:rsidRDefault="006C2023" w:rsidP="008B3364">
            <w:pPr>
              <w:spacing w:line="120" w:lineRule="exact"/>
              <w:jc w:val="right"/>
            </w:pPr>
          </w:p>
        </w:tc>
        <w:tc>
          <w:tcPr>
            <w:tcW w:w="2778" w:type="dxa"/>
            <w:tcMar>
              <w:left w:w="0" w:type="dxa"/>
              <w:right w:w="0" w:type="dxa"/>
            </w:tcMar>
          </w:tcPr>
          <w:p w:rsidR="006C2023" w:rsidRDefault="006C2023" w:rsidP="008B3364">
            <w:pPr>
              <w:spacing w:line="120" w:lineRule="exact"/>
              <w:jc w:val="right"/>
            </w:pPr>
          </w:p>
        </w:tc>
      </w:tr>
      <w:tr w:rsidR="006C2023">
        <w:tc>
          <w:tcPr>
            <w:tcW w:w="6860" w:type="dxa"/>
            <w:shd w:val="clear" w:color="auto" w:fill="808080"/>
            <w:tcMar>
              <w:left w:w="0" w:type="dxa"/>
              <w:right w:w="0" w:type="dxa"/>
            </w:tcMar>
            <w:vAlign w:val="center"/>
          </w:tcPr>
          <w:p w:rsidR="006C2023" w:rsidRPr="00A24C9E" w:rsidRDefault="006C2023" w:rsidP="008B3364">
            <w:pPr>
              <w:jc w:val="center"/>
              <w:rPr>
                <w:i/>
                <w:iCs/>
                <w:color w:val="FFFFFF"/>
                <w:sz w:val="22"/>
                <w:szCs w:val="22"/>
              </w:rPr>
            </w:pPr>
            <w:r w:rsidRPr="00A24C9E">
              <w:rPr>
                <w:i/>
                <w:iCs/>
                <w:color w:val="FFFFFF"/>
                <w:sz w:val="22"/>
                <w:szCs w:val="22"/>
              </w:rPr>
              <w:t xml:space="preserve">Merci de compléter une fiche d’inscription </w:t>
            </w:r>
            <w:r>
              <w:rPr>
                <w:i/>
                <w:iCs/>
                <w:color w:val="FFFFFF"/>
                <w:sz w:val="22"/>
                <w:szCs w:val="22"/>
              </w:rPr>
              <w:br/>
            </w:r>
            <w:r w:rsidRPr="00A24C9E">
              <w:rPr>
                <w:i/>
                <w:iCs/>
                <w:color w:val="FFFFFF"/>
                <w:sz w:val="22"/>
                <w:szCs w:val="22"/>
              </w:rPr>
              <w:t>par société et module de formation</w:t>
            </w:r>
          </w:p>
        </w:tc>
        <w:tc>
          <w:tcPr>
            <w:tcW w:w="2778" w:type="dxa"/>
            <w:tcMar>
              <w:left w:w="0" w:type="dxa"/>
              <w:right w:w="0" w:type="dxa"/>
            </w:tcMar>
          </w:tcPr>
          <w:p w:rsidR="006C2023" w:rsidRDefault="006C2023" w:rsidP="008B3364">
            <w:pPr>
              <w:jc w:val="right"/>
            </w:pPr>
            <w:r>
              <w:rPr>
                <w:noProof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SEGUCEtogo" style="width:138pt;height:54.75pt;visibility:visible">
                  <v:imagedata r:id="rId4" o:title=""/>
                </v:shape>
              </w:pict>
            </w:r>
          </w:p>
        </w:tc>
      </w:tr>
    </w:tbl>
    <w:p w:rsidR="006C2023" w:rsidRDefault="006C2023" w:rsidP="00231BD1"/>
    <w:p w:rsidR="006C2023" w:rsidRPr="00CA2925" w:rsidRDefault="006C2023" w:rsidP="00231BD1">
      <w:pPr>
        <w:rPr>
          <w:color w:val="5E574E"/>
        </w:rPr>
      </w:pPr>
      <w:r w:rsidRPr="00CA2925">
        <w:rPr>
          <w:color w:val="5E574E"/>
        </w:rPr>
        <w:t>Société : …………………………………………..</w:t>
      </w:r>
      <w:r w:rsidRPr="00CA2925">
        <w:rPr>
          <w:color w:val="5E574E"/>
        </w:rPr>
        <w:tab/>
      </w:r>
      <w:r w:rsidRPr="00CA2925">
        <w:rPr>
          <w:color w:val="5E574E"/>
        </w:rPr>
        <w:tab/>
        <w:t>Activité ………………………………………………</w:t>
      </w:r>
    </w:p>
    <w:p w:rsidR="006C2023" w:rsidRPr="00CA2925" w:rsidRDefault="006C2023" w:rsidP="00231BD1">
      <w:pPr>
        <w:rPr>
          <w:color w:val="5E574E"/>
        </w:rPr>
      </w:pPr>
    </w:p>
    <w:p w:rsidR="006C2023" w:rsidRPr="00CA2925" w:rsidRDefault="006C2023" w:rsidP="00231BD1">
      <w:pPr>
        <w:rPr>
          <w:color w:val="5E574E"/>
        </w:rPr>
      </w:pPr>
      <w:r w:rsidRPr="00CA2925">
        <w:rPr>
          <w:color w:val="5E574E"/>
        </w:rPr>
        <w:t>Nom du responsable : …………………………..</w:t>
      </w:r>
      <w:r w:rsidRPr="00CA2925">
        <w:rPr>
          <w:color w:val="5E574E"/>
        </w:rPr>
        <w:tab/>
      </w:r>
      <w:r w:rsidRPr="00CA2925">
        <w:rPr>
          <w:color w:val="5E574E"/>
        </w:rPr>
        <w:tab/>
        <w:t>Téléphone : …………………………………………</w:t>
      </w:r>
    </w:p>
    <w:p w:rsidR="006C2023" w:rsidRPr="00CA2925" w:rsidRDefault="006C2023" w:rsidP="00231BD1">
      <w:pPr>
        <w:rPr>
          <w:color w:val="5E574E"/>
        </w:rPr>
      </w:pPr>
    </w:p>
    <w:p w:rsidR="006C2023" w:rsidRPr="00CA2925" w:rsidRDefault="006C2023" w:rsidP="00231BD1">
      <w:pPr>
        <w:rPr>
          <w:color w:val="5E574E"/>
        </w:rPr>
      </w:pPr>
      <w:r w:rsidRPr="00CA2925">
        <w:rPr>
          <w:color w:val="5E574E"/>
        </w:rPr>
        <w:t>Adresse mail pour confirmation des inscriptions : (à compléter lisiblement S.V.P.) :</w:t>
      </w:r>
    </w:p>
    <w:p w:rsidR="006C2023" w:rsidRPr="00CA2925" w:rsidRDefault="006C2023" w:rsidP="00231BD1">
      <w:pPr>
        <w:rPr>
          <w:color w:val="5E574E"/>
        </w:rPr>
      </w:pPr>
    </w:p>
    <w:p w:rsidR="006C2023" w:rsidRPr="00CA2925" w:rsidRDefault="006C2023" w:rsidP="00231BD1">
      <w:pPr>
        <w:rPr>
          <w:color w:val="5E574E"/>
        </w:rPr>
      </w:pPr>
      <w:r w:rsidRPr="00CA2925">
        <w:rPr>
          <w:color w:val="5E574E"/>
        </w:rPr>
        <w:t>………………………………………………………………………………………………………………………….</w:t>
      </w:r>
    </w:p>
    <w:p w:rsidR="006C2023" w:rsidRPr="00CA2925" w:rsidRDefault="006C2023" w:rsidP="00231BD1">
      <w:pPr>
        <w:rPr>
          <w:color w:val="5E574E"/>
        </w:rPr>
      </w:pPr>
    </w:p>
    <w:p w:rsidR="006C2023" w:rsidRPr="00CA2925" w:rsidRDefault="006C2023" w:rsidP="00231BD1">
      <w:pPr>
        <w:rPr>
          <w:color w:val="5E574E"/>
        </w:rPr>
      </w:pPr>
      <w:r w:rsidRPr="00CA2925">
        <w:rPr>
          <w:color w:val="5E574E"/>
        </w:rPr>
        <w:t>Module de formation : ………………………………………………………………………………………………..</w:t>
      </w:r>
    </w:p>
    <w:p w:rsidR="006C2023" w:rsidRPr="00CA2925" w:rsidRDefault="006C2023" w:rsidP="00231BD1">
      <w:pPr>
        <w:rPr>
          <w:color w:val="5E574E"/>
        </w:rPr>
      </w:pPr>
    </w:p>
    <w:p w:rsidR="006C2023" w:rsidRDefault="006C2023" w:rsidP="00F938CA"/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3260"/>
        <w:gridCol w:w="1842"/>
        <w:gridCol w:w="1276"/>
      </w:tblGrid>
      <w:tr w:rsidR="006C2023" w:rsidRPr="00231BD1" w:rsidTr="00510422"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  <w:shd w:val="clear" w:color="auto" w:fill="E5E2DF"/>
          </w:tcPr>
          <w:p w:rsidR="006C2023" w:rsidRPr="008B3364" w:rsidRDefault="006C2023" w:rsidP="00F54D82">
            <w:pPr>
              <w:jc w:val="center"/>
              <w:rPr>
                <w:b/>
                <w:bCs/>
                <w:color w:val="47423B"/>
              </w:rPr>
            </w:pPr>
            <w:r>
              <w:rPr>
                <w:b/>
                <w:bCs/>
                <w:color w:val="47423B"/>
              </w:rPr>
              <w:br/>
              <w:t>Nom et Prénom</w:t>
            </w:r>
          </w:p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  <w:shd w:val="clear" w:color="auto" w:fill="E5E2DF"/>
          </w:tcPr>
          <w:p w:rsidR="006C2023" w:rsidRDefault="006C2023" w:rsidP="00F54D82">
            <w:pPr>
              <w:jc w:val="center"/>
              <w:rPr>
                <w:b/>
                <w:bCs/>
                <w:color w:val="47423B"/>
              </w:rPr>
            </w:pPr>
            <w:r>
              <w:rPr>
                <w:b/>
                <w:bCs/>
                <w:color w:val="47423B"/>
              </w:rPr>
              <w:br/>
              <w:t>Profession</w:t>
            </w:r>
          </w:p>
          <w:p w:rsidR="006C2023" w:rsidRPr="008B3364" w:rsidRDefault="006C2023" w:rsidP="00F54D82">
            <w:pPr>
              <w:jc w:val="center"/>
              <w:rPr>
                <w:b/>
                <w:bCs/>
                <w:color w:val="47423B"/>
              </w:rPr>
            </w:pPr>
          </w:p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  <w:shd w:val="clear" w:color="auto" w:fill="E5E2DF"/>
          </w:tcPr>
          <w:p w:rsidR="006C2023" w:rsidRDefault="006C2023" w:rsidP="00F54D82">
            <w:pPr>
              <w:jc w:val="center"/>
              <w:rPr>
                <w:b/>
                <w:bCs/>
                <w:color w:val="47423B"/>
              </w:rPr>
            </w:pPr>
          </w:p>
          <w:p w:rsidR="006C2023" w:rsidRPr="008B3364" w:rsidRDefault="006C2023" w:rsidP="00F54D82">
            <w:pPr>
              <w:jc w:val="center"/>
              <w:rPr>
                <w:b/>
                <w:bCs/>
                <w:color w:val="47423B"/>
              </w:rPr>
            </w:pPr>
            <w:r>
              <w:rPr>
                <w:b/>
                <w:bCs/>
                <w:color w:val="47423B"/>
              </w:rPr>
              <w:t>Connaissances Informatiques (*)</w:t>
            </w:r>
          </w:p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  <w:shd w:val="clear" w:color="auto" w:fill="E5E2DF"/>
          </w:tcPr>
          <w:p w:rsidR="006C2023" w:rsidRDefault="006C2023" w:rsidP="00F54D82">
            <w:pPr>
              <w:jc w:val="center"/>
              <w:rPr>
                <w:b/>
                <w:bCs/>
                <w:color w:val="47423B"/>
              </w:rPr>
            </w:pPr>
            <w:r>
              <w:rPr>
                <w:b/>
                <w:bCs/>
                <w:color w:val="47423B"/>
              </w:rPr>
              <w:br/>
              <w:t>Date choisie</w:t>
            </w:r>
          </w:p>
          <w:p w:rsidR="006C2023" w:rsidRPr="008B3364" w:rsidRDefault="006C2023" w:rsidP="00F54D82">
            <w:pPr>
              <w:jc w:val="center"/>
              <w:rPr>
                <w:b/>
                <w:bCs/>
                <w:color w:val="47423B"/>
              </w:rPr>
            </w:pPr>
          </w:p>
        </w:tc>
      </w:tr>
      <w:tr w:rsidR="006C2023" w:rsidTr="00510422">
        <w:trPr>
          <w:trHeight w:val="577"/>
        </w:trPr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510422">
            <w:pPr>
              <w:jc w:val="center"/>
            </w:pPr>
            <w:r>
              <w:br/>
              <w:t>../..</w:t>
            </w:r>
          </w:p>
        </w:tc>
      </w:tr>
      <w:tr w:rsidR="006C2023" w:rsidTr="00510422">
        <w:trPr>
          <w:trHeight w:val="577"/>
        </w:trPr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510422">
            <w:pPr>
              <w:jc w:val="center"/>
            </w:pPr>
          </w:p>
          <w:p w:rsidR="006C2023" w:rsidRPr="00510422" w:rsidRDefault="006C2023" w:rsidP="00510422">
            <w:pPr>
              <w:jc w:val="center"/>
            </w:pPr>
            <w:r w:rsidRPr="00510422">
              <w:t>../..</w:t>
            </w:r>
          </w:p>
        </w:tc>
      </w:tr>
      <w:tr w:rsidR="006C2023" w:rsidTr="00510422">
        <w:trPr>
          <w:trHeight w:val="577"/>
        </w:trPr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510422">
            <w:pPr>
              <w:jc w:val="center"/>
            </w:pPr>
            <w:r>
              <w:br/>
            </w:r>
            <w:r w:rsidRPr="00510422">
              <w:t>../..</w:t>
            </w:r>
          </w:p>
        </w:tc>
      </w:tr>
      <w:tr w:rsidR="006C2023" w:rsidTr="00510422">
        <w:trPr>
          <w:trHeight w:val="577"/>
        </w:trPr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510422">
            <w:pPr>
              <w:jc w:val="center"/>
            </w:pPr>
            <w:r>
              <w:br/>
            </w:r>
            <w:r w:rsidRPr="00510422">
              <w:t>../..</w:t>
            </w:r>
          </w:p>
        </w:tc>
      </w:tr>
      <w:tr w:rsidR="006C2023" w:rsidTr="00510422">
        <w:trPr>
          <w:trHeight w:val="577"/>
        </w:trPr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510422">
            <w:pPr>
              <w:jc w:val="center"/>
            </w:pPr>
            <w:r>
              <w:br/>
            </w:r>
            <w:r w:rsidRPr="00510422">
              <w:t>../..</w:t>
            </w:r>
          </w:p>
        </w:tc>
      </w:tr>
      <w:tr w:rsidR="006C2023" w:rsidTr="00510422">
        <w:trPr>
          <w:trHeight w:val="577"/>
        </w:trPr>
        <w:tc>
          <w:tcPr>
            <w:tcW w:w="3369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3260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842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F54D82"/>
        </w:tc>
        <w:tc>
          <w:tcPr>
            <w:tcW w:w="1276" w:type="dxa"/>
            <w:tcBorders>
              <w:top w:val="single" w:sz="4" w:space="0" w:color="E5E2DF"/>
              <w:left w:val="single" w:sz="4" w:space="0" w:color="E5E2DF"/>
              <w:bottom w:val="single" w:sz="4" w:space="0" w:color="E5E2DF"/>
              <w:right w:val="single" w:sz="4" w:space="0" w:color="E5E2DF"/>
            </w:tcBorders>
          </w:tcPr>
          <w:p w:rsidR="006C2023" w:rsidRDefault="006C2023" w:rsidP="00510422">
            <w:pPr>
              <w:jc w:val="center"/>
            </w:pPr>
          </w:p>
          <w:p w:rsidR="006C2023" w:rsidRDefault="006C2023" w:rsidP="00510422">
            <w:pPr>
              <w:jc w:val="center"/>
            </w:pPr>
            <w:r w:rsidRPr="00510422">
              <w:t>../..</w:t>
            </w:r>
          </w:p>
        </w:tc>
      </w:tr>
    </w:tbl>
    <w:p w:rsidR="006C2023" w:rsidRDefault="006C2023" w:rsidP="00F938CA">
      <w:pPr>
        <w:rPr>
          <w:color w:val="5E574E"/>
        </w:rPr>
      </w:pPr>
    </w:p>
    <w:p w:rsidR="006C2023" w:rsidRDefault="006C2023" w:rsidP="00F938CA">
      <w:pPr>
        <w:rPr>
          <w:color w:val="5E574E"/>
        </w:rPr>
      </w:pPr>
      <w:r>
        <w:rPr>
          <w:color w:val="5E574E"/>
        </w:rPr>
        <w:t xml:space="preserve">(*) Réponses possibles : </w:t>
      </w:r>
      <w:r>
        <w:rPr>
          <w:color w:val="5E574E"/>
        </w:rPr>
        <w:br/>
      </w:r>
      <w:r>
        <w:rPr>
          <w:b/>
          <w:bCs/>
          <w:color w:val="5E574E"/>
        </w:rPr>
        <w:t xml:space="preserve">1 : </w:t>
      </w:r>
      <w:r w:rsidRPr="00CA2925">
        <w:rPr>
          <w:color w:val="5E574E"/>
        </w:rPr>
        <w:t>utilise régulièrement un ordinateur</w:t>
      </w:r>
      <w:r>
        <w:rPr>
          <w:color w:val="5E574E"/>
        </w:rPr>
        <w:tab/>
      </w:r>
      <w:r>
        <w:rPr>
          <w:b/>
          <w:bCs/>
          <w:color w:val="5E574E"/>
        </w:rPr>
        <w:t>2</w:t>
      </w:r>
      <w:r>
        <w:rPr>
          <w:color w:val="5E574E"/>
        </w:rPr>
        <w:t> : utilise rarement un ordinateur</w:t>
      </w:r>
      <w:r>
        <w:rPr>
          <w:color w:val="5E574E"/>
        </w:rPr>
        <w:tab/>
      </w:r>
      <w:r>
        <w:rPr>
          <w:b/>
          <w:bCs/>
          <w:color w:val="5E574E"/>
        </w:rPr>
        <w:t>3</w:t>
      </w:r>
      <w:r>
        <w:rPr>
          <w:color w:val="5E574E"/>
        </w:rPr>
        <w:t> : Jamais</w:t>
      </w:r>
    </w:p>
    <w:p w:rsidR="006C2023" w:rsidRDefault="006C2023" w:rsidP="00F938CA">
      <w:pPr>
        <w:rPr>
          <w:color w:val="5E574E"/>
        </w:rPr>
      </w:pPr>
    </w:p>
    <w:p w:rsidR="006C2023" w:rsidRDefault="006C2023" w:rsidP="00F938CA">
      <w:pPr>
        <w:rPr>
          <w:color w:val="5E574E"/>
        </w:rPr>
      </w:pPr>
    </w:p>
    <w:p w:rsidR="006C2023" w:rsidRDefault="006C2023" w:rsidP="00F938CA">
      <w:pPr>
        <w:rPr>
          <w:color w:val="5E574E"/>
        </w:rPr>
      </w:pPr>
    </w:p>
    <w:p w:rsidR="006C2023" w:rsidRDefault="006C2023" w:rsidP="00F938CA">
      <w:pPr>
        <w:rPr>
          <w:color w:val="5E574E"/>
        </w:rPr>
      </w:pPr>
    </w:p>
    <w:p w:rsidR="006C2023" w:rsidRDefault="006C2023" w:rsidP="00F938CA">
      <w:pPr>
        <w:rPr>
          <w:color w:val="5E574E"/>
        </w:rPr>
      </w:pPr>
    </w:p>
    <w:p w:rsidR="006C2023" w:rsidRDefault="006C2023" w:rsidP="00F938CA">
      <w:pPr>
        <w:rPr>
          <w:color w:val="5E574E"/>
        </w:rPr>
      </w:pP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  <w:t>Date de la commande :</w:t>
      </w:r>
    </w:p>
    <w:p w:rsidR="006C2023" w:rsidRPr="00CA2925" w:rsidRDefault="006C2023" w:rsidP="00F938CA">
      <w:pPr>
        <w:rPr>
          <w:color w:val="5E574E"/>
        </w:rPr>
      </w:pP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</w:r>
      <w:r>
        <w:rPr>
          <w:color w:val="5E574E"/>
        </w:rPr>
        <w:tab/>
        <w:t>Signature et Cachet de l’Entreprise</w:t>
      </w:r>
    </w:p>
    <w:sectPr w:rsidR="006C2023" w:rsidRPr="00CA2925" w:rsidSect="001C76C3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364"/>
    <w:rsid w:val="000A164D"/>
    <w:rsid w:val="001C76C3"/>
    <w:rsid w:val="00231BD1"/>
    <w:rsid w:val="00304B7A"/>
    <w:rsid w:val="00502B17"/>
    <w:rsid w:val="00510422"/>
    <w:rsid w:val="005C3383"/>
    <w:rsid w:val="005D6CE6"/>
    <w:rsid w:val="006B0AA5"/>
    <w:rsid w:val="006C2023"/>
    <w:rsid w:val="00863F4E"/>
    <w:rsid w:val="008B3364"/>
    <w:rsid w:val="00A24C9E"/>
    <w:rsid w:val="00B17290"/>
    <w:rsid w:val="00B3011A"/>
    <w:rsid w:val="00C2443F"/>
    <w:rsid w:val="00CA2925"/>
    <w:rsid w:val="00E6205D"/>
    <w:rsid w:val="00F40155"/>
    <w:rsid w:val="00F5058F"/>
    <w:rsid w:val="00F54D82"/>
    <w:rsid w:val="00F938CA"/>
    <w:rsid w:val="00FA0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8CA"/>
    <w:rPr>
      <w:rFonts w:ascii="Arial" w:hAnsi="Arial" w:cs="Arial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76C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24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44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119</Words>
  <Characters>655</Characters>
  <Application>Microsoft Office Outlook</Application>
  <DocSecurity>0</DocSecurity>
  <Lines>0</Lines>
  <Paragraphs>0</Paragraphs>
  <ScaleCrop>false</ScaleCrop>
  <Company>Bureau Veritas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d’inscription formation</dc:title>
  <dc:subject/>
  <dc:creator>Weidig Nicole</dc:creator>
  <cp:keywords/>
  <dc:description/>
  <cp:lastModifiedBy>iterrien</cp:lastModifiedBy>
  <cp:revision>4</cp:revision>
  <cp:lastPrinted>2014-05-22T13:49:00Z</cp:lastPrinted>
  <dcterms:created xsi:type="dcterms:W3CDTF">2014-05-28T07:22:00Z</dcterms:created>
  <dcterms:modified xsi:type="dcterms:W3CDTF">2014-05-28T14:10:00Z</dcterms:modified>
</cp:coreProperties>
</file>